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53D07DF" w:rsidR="00F862D6" w:rsidRPr="003E6B9A" w:rsidRDefault="00A71B4D" w:rsidP="0037111D">
            <w:r w:rsidRPr="00A71B4D">
              <w:rPr>
                <w:rFonts w:ascii="Helvetica" w:hAnsi="Helvetica"/>
              </w:rPr>
              <w:t>11014/2024-SŽ-SSV-Ú3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A71B4D" w:rsidRDefault="00F862D6" w:rsidP="0077673A">
            <w:r w:rsidRPr="00A71B4D">
              <w:t>Listů/příloh</w:t>
            </w:r>
          </w:p>
        </w:tc>
        <w:tc>
          <w:tcPr>
            <w:tcW w:w="2552" w:type="dxa"/>
          </w:tcPr>
          <w:p w14:paraId="333CD487" w14:textId="4FD07F90" w:rsidR="00F862D6" w:rsidRPr="00A71B4D" w:rsidRDefault="00A71B4D" w:rsidP="00CC1E2B">
            <w:r w:rsidRPr="00A71B4D">
              <w:t>4</w:t>
            </w:r>
            <w:r w:rsidR="003E6B9A" w:rsidRPr="00A71B4D">
              <w:t>/</w:t>
            </w:r>
            <w:r w:rsidRPr="00A71B4D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C9F98C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87261">
              <w:rPr>
                <w:noProof/>
              </w:rPr>
              <w:t>7.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1054A6F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727033">
        <w:rPr>
          <w:rFonts w:eastAsia="Times New Roman" w:cs="Times New Roman"/>
          <w:lang w:eastAsia="cs-CZ"/>
        </w:rPr>
        <w:t>2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68B9488F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17675" w14:textId="77777777" w:rsidR="009C71E6" w:rsidRPr="00BD5319" w:rsidRDefault="009C71E6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6D0C8B2" w:rsidR="00BD5319" w:rsidRPr="0061412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61412C">
        <w:rPr>
          <w:rFonts w:eastAsia="Calibri" w:cs="Times New Roman"/>
          <w:b/>
          <w:lang w:eastAsia="cs-CZ"/>
        </w:rPr>
        <w:t xml:space="preserve">Dotaz č. </w:t>
      </w:r>
      <w:r w:rsidR="00F918A3" w:rsidRPr="0061412C">
        <w:rPr>
          <w:rFonts w:eastAsia="Calibri" w:cs="Times New Roman"/>
          <w:b/>
          <w:lang w:eastAsia="cs-CZ"/>
        </w:rPr>
        <w:t>13</w:t>
      </w:r>
      <w:r w:rsidRPr="0061412C">
        <w:rPr>
          <w:rFonts w:eastAsia="Calibri" w:cs="Times New Roman"/>
          <w:b/>
          <w:lang w:eastAsia="cs-CZ"/>
        </w:rPr>
        <w:t>:</w:t>
      </w:r>
    </w:p>
    <w:p w14:paraId="7DEA8354" w14:textId="77777777" w:rsidR="00AD1DE9" w:rsidRPr="0061412C" w:rsidRDefault="00AD1DE9" w:rsidP="00015B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412C">
        <w:rPr>
          <w:rFonts w:eastAsia="Calibri" w:cs="Times New Roman"/>
          <w:b/>
          <w:bCs/>
          <w:lang w:eastAsia="cs-CZ"/>
        </w:rPr>
        <w:t>SO 01 17 01</w:t>
      </w:r>
      <w:r w:rsidRPr="0061412C">
        <w:rPr>
          <w:rFonts w:eastAsia="Calibri" w:cs="Times New Roman"/>
          <w:bCs/>
          <w:lang w:eastAsia="cs-CZ"/>
        </w:rPr>
        <w:t>:</w:t>
      </w:r>
    </w:p>
    <w:p w14:paraId="0B6D0367" w14:textId="77777777" w:rsidR="00F918A3" w:rsidRPr="0061412C" w:rsidRDefault="00F918A3" w:rsidP="00F918A3">
      <w:pPr>
        <w:spacing w:after="0" w:line="240" w:lineRule="auto"/>
        <w:rPr>
          <w:rFonts w:eastAsia="Calibri" w:cs="Times New Roman"/>
          <w:bCs/>
          <w:lang w:eastAsia="cs-CZ"/>
        </w:rPr>
      </w:pPr>
      <w:r w:rsidRPr="0061412C">
        <w:rPr>
          <w:rFonts w:eastAsia="Calibri" w:cs="Times New Roman"/>
          <w:bCs/>
          <w:lang w:eastAsia="cs-CZ"/>
        </w:rPr>
        <w:t xml:space="preserve">V soupisu prací </w:t>
      </w:r>
      <w:proofErr w:type="spellStart"/>
      <w:r w:rsidRPr="0061412C">
        <w:rPr>
          <w:rFonts w:eastAsia="Calibri" w:cs="Times New Roman"/>
          <w:bCs/>
          <w:lang w:eastAsia="cs-CZ"/>
        </w:rPr>
        <w:t>pol.č</w:t>
      </w:r>
      <w:proofErr w:type="spellEnd"/>
      <w:r w:rsidRPr="0061412C">
        <w:rPr>
          <w:rFonts w:eastAsia="Calibri" w:cs="Times New Roman"/>
          <w:bCs/>
          <w:lang w:eastAsia="cs-CZ"/>
        </w:rPr>
        <w:t xml:space="preserve">. 47. </w:t>
      </w:r>
      <w:proofErr w:type="spellStart"/>
      <w:r w:rsidRPr="0061412C">
        <w:rPr>
          <w:rFonts w:eastAsia="Calibri" w:cs="Times New Roman"/>
          <w:bCs/>
          <w:lang w:eastAsia="cs-CZ"/>
        </w:rPr>
        <w:t>Obl</w:t>
      </w:r>
      <w:proofErr w:type="spellEnd"/>
      <w:r w:rsidRPr="0061412C">
        <w:rPr>
          <w:rFonts w:eastAsia="Calibri" w:cs="Times New Roman"/>
          <w:bCs/>
          <w:lang w:eastAsia="cs-CZ"/>
        </w:rPr>
        <w:t xml:space="preserve"> J 60 1:12-500, PR. BET., UP. PRUŽNÉ (NOVÁ VÝHYBKA) v počtu 3 ks. V poznámce </w:t>
      </w:r>
      <w:proofErr w:type="gramStart"/>
      <w:r w:rsidRPr="0061412C">
        <w:rPr>
          <w:rFonts w:eastAsia="Calibri" w:cs="Times New Roman"/>
          <w:bCs/>
          <w:lang w:eastAsia="cs-CZ"/>
        </w:rPr>
        <w:t>uvedeno ,,REGENEROVANÁ</w:t>
      </w:r>
      <w:proofErr w:type="gramEnd"/>
      <w:r w:rsidRPr="0061412C">
        <w:rPr>
          <w:rFonts w:eastAsia="Calibri" w:cs="Times New Roman"/>
          <w:bCs/>
          <w:lang w:eastAsia="cs-CZ"/>
        </w:rPr>
        <w:t xml:space="preserve"> J 60 1:12-500, PR. BET., UP. PRUŽNÉ´´.   </w:t>
      </w:r>
      <w:r w:rsidRPr="0061412C">
        <w:rPr>
          <w:rFonts w:eastAsia="Calibri" w:cs="Times New Roman"/>
          <w:bCs/>
          <w:lang w:eastAsia="cs-CZ"/>
        </w:rPr>
        <w:br/>
        <w:t xml:space="preserve">V technické zprávě a výkresu kolejový plán jsou popsány výhybky č. 4,5 a7 jako nové. </w:t>
      </w:r>
    </w:p>
    <w:p w14:paraId="156EF9C4" w14:textId="6976BE3C" w:rsidR="00F918A3" w:rsidRPr="0061412C" w:rsidRDefault="00F918A3" w:rsidP="00F918A3">
      <w:pPr>
        <w:spacing w:after="0" w:line="240" w:lineRule="auto"/>
        <w:rPr>
          <w:rFonts w:eastAsia="Calibri" w:cs="Times New Roman"/>
          <w:bCs/>
          <w:lang w:eastAsia="cs-CZ"/>
        </w:rPr>
      </w:pPr>
      <w:r w:rsidRPr="0061412C">
        <w:rPr>
          <w:rFonts w:eastAsia="Calibri" w:cs="Times New Roman"/>
          <w:bCs/>
          <w:lang w:eastAsia="cs-CZ"/>
        </w:rPr>
        <w:t>Prosíme o vyjasnění.</w:t>
      </w:r>
    </w:p>
    <w:p w14:paraId="542D61BF" w14:textId="77777777" w:rsidR="00F918A3" w:rsidRPr="0061412C" w:rsidRDefault="00F918A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02846B4" w:rsidR="00BD5319" w:rsidRPr="00A71B4D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556B48A3" w14:textId="77777777" w:rsidR="0061412C" w:rsidRPr="00A71B4D" w:rsidRDefault="0061412C" w:rsidP="0061412C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Výhybky č. 4, 5 a7 budou nové. Regenerované budou pouze výhybky č. 6 a 105.</w:t>
      </w:r>
    </w:p>
    <w:p w14:paraId="0FCE6C49" w14:textId="77777777" w:rsidR="0061412C" w:rsidRPr="00A71B4D" w:rsidRDefault="0061412C" w:rsidP="0061412C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V příloze TZ je na str. 26 upraven popis výhybek (nově je popis: nové a regenerované).</w:t>
      </w:r>
    </w:p>
    <w:p w14:paraId="1956F0AA" w14:textId="7D1CE28A" w:rsidR="00015B46" w:rsidRPr="00A71B4D" w:rsidRDefault="0061412C" w:rsidP="0061412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Byla upravena příloha D211_SO011601_XX_1_001_TZ.pdf</w:t>
      </w:r>
    </w:p>
    <w:p w14:paraId="2F7358C3" w14:textId="6408E576" w:rsidR="00015B46" w:rsidRDefault="00015B46" w:rsidP="00BD531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57BEBA" w14:textId="77777777" w:rsidR="009C71E6" w:rsidRPr="0061412C" w:rsidRDefault="009C71E6" w:rsidP="00BD531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9C9076C" w14:textId="64A0ECBE" w:rsidR="00BD5319" w:rsidRPr="0061412C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61412C">
        <w:rPr>
          <w:rFonts w:eastAsia="Calibri" w:cs="Times New Roman"/>
          <w:b/>
          <w:lang w:eastAsia="cs-CZ"/>
        </w:rPr>
        <w:t xml:space="preserve">Dotaz č. </w:t>
      </w:r>
      <w:r w:rsidR="00F918A3" w:rsidRPr="0061412C">
        <w:rPr>
          <w:rFonts w:eastAsia="Calibri" w:cs="Times New Roman"/>
          <w:b/>
          <w:lang w:eastAsia="cs-CZ"/>
        </w:rPr>
        <w:t>14</w:t>
      </w:r>
      <w:r w:rsidRPr="0061412C">
        <w:rPr>
          <w:rFonts w:eastAsia="Calibri" w:cs="Times New Roman"/>
          <w:b/>
          <w:lang w:eastAsia="cs-CZ"/>
        </w:rPr>
        <w:t>:</w:t>
      </w:r>
    </w:p>
    <w:p w14:paraId="5AA091CB" w14:textId="77777777" w:rsidR="00AD1DE9" w:rsidRPr="0061412C" w:rsidRDefault="00AD1DE9" w:rsidP="00015B4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1412C">
        <w:rPr>
          <w:rFonts w:eastAsia="Calibri" w:cs="Times New Roman"/>
          <w:b/>
          <w:bCs/>
          <w:lang w:eastAsia="cs-CZ"/>
        </w:rPr>
        <w:t>SO 01 17 01</w:t>
      </w:r>
      <w:r w:rsidRPr="0061412C">
        <w:rPr>
          <w:rFonts w:eastAsia="Calibri" w:cs="Times New Roman"/>
          <w:bCs/>
          <w:lang w:eastAsia="cs-CZ"/>
        </w:rPr>
        <w:t>:</w:t>
      </w:r>
    </w:p>
    <w:p w14:paraId="24898398" w14:textId="0426DCB3" w:rsidR="00F918A3" w:rsidRPr="0061412C" w:rsidRDefault="00F918A3" w:rsidP="00AD1DE9">
      <w:pPr>
        <w:spacing w:after="0" w:line="240" w:lineRule="auto"/>
        <w:rPr>
          <w:rFonts w:eastAsia="Calibri" w:cs="Times New Roman"/>
          <w:bCs/>
          <w:lang w:eastAsia="cs-CZ"/>
        </w:rPr>
      </w:pPr>
      <w:r w:rsidRPr="0061412C">
        <w:rPr>
          <w:rFonts w:eastAsia="Calibri" w:cs="Times New Roman"/>
          <w:bCs/>
          <w:lang w:eastAsia="cs-CZ"/>
        </w:rPr>
        <w:t xml:space="preserve">V soupisu prací </w:t>
      </w:r>
      <w:proofErr w:type="spellStart"/>
      <w:r w:rsidRPr="0061412C">
        <w:rPr>
          <w:rFonts w:eastAsia="Calibri" w:cs="Times New Roman"/>
          <w:bCs/>
          <w:lang w:eastAsia="cs-CZ"/>
        </w:rPr>
        <w:t>pol.č</w:t>
      </w:r>
      <w:proofErr w:type="spellEnd"/>
      <w:r w:rsidRPr="0061412C">
        <w:rPr>
          <w:rFonts w:eastAsia="Calibri" w:cs="Times New Roman"/>
          <w:bCs/>
          <w:lang w:eastAsia="cs-CZ"/>
        </w:rPr>
        <w:t>. 28. KOLEJOVÁ PROPOJKA VÝHYBKOVÁ – DODÁVKA. Prosíme o upřesnění, o jaký typ se jedná. S oky, kolíková, v jakých délkách?</w:t>
      </w:r>
    </w:p>
    <w:p w14:paraId="3273162F" w14:textId="77777777" w:rsidR="00F918A3" w:rsidRPr="0061412C" w:rsidRDefault="00F918A3" w:rsidP="00AD1DE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E4D3A7" w14:textId="4A8A307D" w:rsidR="00015B46" w:rsidRPr="0061412C" w:rsidRDefault="00015B46" w:rsidP="00AD1DE9">
      <w:pPr>
        <w:spacing w:after="0" w:line="240" w:lineRule="auto"/>
        <w:rPr>
          <w:rFonts w:eastAsia="Calibri" w:cs="Times New Roman"/>
          <w:b/>
          <w:lang w:eastAsia="cs-CZ"/>
        </w:rPr>
      </w:pPr>
      <w:r w:rsidRPr="0061412C">
        <w:rPr>
          <w:rFonts w:eastAsia="Calibri" w:cs="Times New Roman"/>
          <w:b/>
          <w:lang w:eastAsia="cs-CZ"/>
        </w:rPr>
        <w:t xml:space="preserve">Odpověď: </w:t>
      </w:r>
    </w:p>
    <w:p w14:paraId="03DB6837" w14:textId="77777777" w:rsidR="0061412C" w:rsidRPr="00A71B4D" w:rsidRDefault="0061412C" w:rsidP="0061412C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Jedná se o propojky kolíkové délky 4 m (přesné délky budou známy až na stavbě).</w:t>
      </w:r>
    </w:p>
    <w:p w14:paraId="1339AD79" w14:textId="77777777" w:rsidR="0061412C" w:rsidRPr="00A71B4D" w:rsidRDefault="0061412C" w:rsidP="0061412C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 xml:space="preserve">V soupisu prací bude upraveno množství položky č.28 KOLEJOVÁ PROPOJKA VÝHYBKOVÁ – DODÁVKA. </w:t>
      </w:r>
    </w:p>
    <w:p w14:paraId="26C0A3DF" w14:textId="77777777" w:rsidR="0061412C" w:rsidRPr="00A71B4D" w:rsidRDefault="0061412C" w:rsidP="0061412C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V příloze TZ je na str. 28 je upraveno množství propojek (nově bude 33 ks).</w:t>
      </w:r>
    </w:p>
    <w:p w14:paraId="475B5C3B" w14:textId="016F7E20" w:rsidR="0061412C" w:rsidRPr="00A71B4D" w:rsidRDefault="0061412C" w:rsidP="0061412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SO 01-17-01</w:t>
      </w:r>
    </w:p>
    <w:p w14:paraId="7AF5C277" w14:textId="16EE2272" w:rsidR="00015B46" w:rsidRPr="00A71B4D" w:rsidRDefault="0061412C" w:rsidP="0061412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Byla upravena příloha D211_SO011601_XX_1_001_TZ.pdf</w:t>
      </w:r>
    </w:p>
    <w:p w14:paraId="759B9A54" w14:textId="753CBDC2" w:rsidR="00015B46" w:rsidRDefault="00015B46" w:rsidP="00015B46">
      <w:pPr>
        <w:spacing w:after="0" w:line="240" w:lineRule="auto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3648B3AA" w14:textId="77777777" w:rsidR="009C71E6" w:rsidRPr="0061412C" w:rsidRDefault="009C71E6" w:rsidP="00015B46">
      <w:pPr>
        <w:spacing w:after="0" w:line="240" w:lineRule="auto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51512214" w14:textId="11EEA304" w:rsidR="000E72A0" w:rsidRPr="00E501A2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E501A2">
        <w:rPr>
          <w:rFonts w:eastAsia="Calibri" w:cs="Times New Roman"/>
          <w:b/>
          <w:lang w:eastAsia="cs-CZ"/>
        </w:rPr>
        <w:t>Dotaz č. 15:</w:t>
      </w:r>
    </w:p>
    <w:p w14:paraId="44A7CD18" w14:textId="201A87DD" w:rsidR="000E72A0" w:rsidRPr="00E501A2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E501A2">
        <w:rPr>
          <w:rFonts w:cstheme="minorHAnsi"/>
        </w:rPr>
        <w:t xml:space="preserve">U provozních souborů </w:t>
      </w:r>
      <w:r w:rsidRPr="00E501A2">
        <w:rPr>
          <w:rFonts w:cstheme="minorHAnsi"/>
          <w:b/>
        </w:rPr>
        <w:t>PS 01-28-01 „</w:t>
      </w:r>
      <w:proofErr w:type="spellStart"/>
      <w:r w:rsidRPr="00E501A2">
        <w:rPr>
          <w:rFonts w:cstheme="minorHAnsi"/>
          <w:b/>
        </w:rPr>
        <w:t>Žst</w:t>
      </w:r>
      <w:proofErr w:type="spellEnd"/>
      <w:r w:rsidRPr="00E501A2">
        <w:rPr>
          <w:rFonts w:cstheme="minorHAnsi"/>
          <w:b/>
        </w:rPr>
        <w:t xml:space="preserve">. Studénka, úprava SZZ“ </w:t>
      </w:r>
      <w:r w:rsidRPr="00E501A2">
        <w:rPr>
          <w:rFonts w:cstheme="minorHAnsi"/>
        </w:rPr>
        <w:t>a</w:t>
      </w:r>
      <w:r w:rsidRPr="00E501A2">
        <w:rPr>
          <w:rFonts w:cstheme="minorHAnsi"/>
          <w:b/>
        </w:rPr>
        <w:t xml:space="preserve"> PS 02-28-01 „PZS P6770 v ev. km 0,438“ </w:t>
      </w:r>
      <w:r w:rsidRPr="00E501A2">
        <w:rPr>
          <w:rFonts w:cstheme="minorHAnsi"/>
        </w:rPr>
        <w:t xml:space="preserve">jsou v položkách „HLOUBENÍ JAM ZAPAŽ I NEPAŽ TŘ. III, ODVOZ DO 20KM“ a „HLOUBENÍ RÝH ŠÍŘ DO 2M PAŽ I NEPAŽ TŘ. III, ODVOZ DO 20KM“ použity zeminy s třídou těžitelnosti III., což jsou těžce těžitelné zeminy až skalnaté podloží rozpojitelné trhavinami.  </w:t>
      </w:r>
    </w:p>
    <w:p w14:paraId="7473F8BE" w14:textId="77777777" w:rsidR="000E72A0" w:rsidRPr="00E501A2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E501A2">
        <w:rPr>
          <w:rFonts w:cstheme="minorHAnsi"/>
        </w:rPr>
        <w:t>Domníváme se správně, že je zamyšlena třída těžitelnosti 3, která spadá do třídy těžitelnosti dle nové normy ČSN 73 3055 v římském označení I.?</w:t>
      </w:r>
    </w:p>
    <w:p w14:paraId="1C0E4F23" w14:textId="049BED7D" w:rsidR="00015B46" w:rsidRPr="00E501A2" w:rsidRDefault="00015B46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161E979" w14:textId="77777777" w:rsidR="000E72A0" w:rsidRPr="00E501A2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E501A2">
        <w:rPr>
          <w:rFonts w:eastAsia="Calibri" w:cs="Times New Roman"/>
          <w:b/>
          <w:lang w:eastAsia="cs-CZ"/>
        </w:rPr>
        <w:t xml:space="preserve">Odpověď: </w:t>
      </w:r>
    </w:p>
    <w:p w14:paraId="167BED03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 xml:space="preserve">Ano, jedná se o chybu. </w:t>
      </w:r>
    </w:p>
    <w:p w14:paraId="2B40512D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lastRenderedPageBreak/>
        <w:t>V PS 01-28-01 byla zrušena položka č. 1 a 2, byly doplněny položky č. 58 (132738) v množství 130 M3 a položka č. 59 (133738) v množství 64 M3.</w:t>
      </w:r>
    </w:p>
    <w:p w14:paraId="5D76F0F4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V PS 02-28-01 byla zrušena položka č. 1 a 3, byly doplněny položky č. 75 (132738) v množství 580 M3 a položka č. 76 (133738) v množství 128 M3</w:t>
      </w:r>
    </w:p>
    <w:p w14:paraId="3706B707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 xml:space="preserve">Byl upraven soupis prací PS 01-28-01. </w:t>
      </w:r>
    </w:p>
    <w:p w14:paraId="6CF29598" w14:textId="17A86116" w:rsidR="000E72A0" w:rsidRPr="00A71B4D" w:rsidRDefault="00E501A2" w:rsidP="00E501A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02-28-01.</w:t>
      </w:r>
    </w:p>
    <w:p w14:paraId="0821F271" w14:textId="1E2141B9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CE31C30" w14:textId="7777777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FC73820" w14:textId="4B15AFB2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>Dotaz č. 16:</w:t>
      </w:r>
    </w:p>
    <w:p w14:paraId="4BD270D2" w14:textId="0737096B" w:rsidR="000E72A0" w:rsidRPr="00A71B4D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A71B4D">
        <w:rPr>
          <w:rFonts w:cstheme="minorHAnsi"/>
        </w:rPr>
        <w:t xml:space="preserve">V </w:t>
      </w:r>
      <w:r w:rsidRPr="00A71B4D">
        <w:rPr>
          <w:rFonts w:cstheme="minorHAnsi"/>
          <w:b/>
        </w:rPr>
        <w:t>PS 01-28-01 „</w:t>
      </w:r>
      <w:proofErr w:type="spellStart"/>
      <w:r w:rsidRPr="00A71B4D">
        <w:rPr>
          <w:rFonts w:cstheme="minorHAnsi"/>
          <w:b/>
        </w:rPr>
        <w:t>Žst</w:t>
      </w:r>
      <w:proofErr w:type="spellEnd"/>
      <w:r w:rsidRPr="00A71B4D">
        <w:rPr>
          <w:rFonts w:cstheme="minorHAnsi"/>
          <w:b/>
        </w:rPr>
        <w:t xml:space="preserve">. Studénka, úprava SZZ“ </w:t>
      </w:r>
      <w:r w:rsidRPr="00A71B4D">
        <w:rPr>
          <w:rFonts w:cstheme="minorHAnsi"/>
        </w:rPr>
        <w:t>u</w:t>
      </w:r>
      <w:r w:rsidRPr="00A71B4D">
        <w:rPr>
          <w:rFonts w:cstheme="minorHAnsi"/>
          <w:b/>
        </w:rPr>
        <w:t xml:space="preserve"> </w:t>
      </w:r>
      <w:r w:rsidRPr="00A71B4D">
        <w:rPr>
          <w:rFonts w:cstheme="minorHAnsi"/>
        </w:rPr>
        <w:t xml:space="preserve">pol. č. 14 „KABEL METALICKÝ JEDNOPLÁŠŤOVÝ DO 12 PÁRŮ – DODÁVKA“ - 8,465 KMPÁR neodpovídá množství tabulkám kabelů č. </w:t>
      </w:r>
      <w:proofErr w:type="spellStart"/>
      <w:r w:rsidRPr="00A71B4D">
        <w:rPr>
          <w:rFonts w:cstheme="minorHAnsi"/>
        </w:rPr>
        <w:t>výkr</w:t>
      </w:r>
      <w:proofErr w:type="spellEnd"/>
      <w:r w:rsidRPr="00A71B4D">
        <w:rPr>
          <w:rFonts w:cstheme="minorHAnsi"/>
        </w:rPr>
        <w:t xml:space="preserve">. 701b a 702b celkem 9,01 KMPÁR a u pol. č. 15 „KABEL METALICKÝ JEDNOPLÁŠŤOVÝ PŘES 12 PÁRŮ – DODÁVKA“ – 60,38 KMPÁR neodpovídá množství tabulkám kabelů č. </w:t>
      </w:r>
      <w:proofErr w:type="spellStart"/>
      <w:r w:rsidRPr="00A71B4D">
        <w:rPr>
          <w:rFonts w:cstheme="minorHAnsi"/>
        </w:rPr>
        <w:t>výkr</w:t>
      </w:r>
      <w:proofErr w:type="spellEnd"/>
      <w:r w:rsidRPr="00A71B4D">
        <w:rPr>
          <w:rFonts w:cstheme="minorHAnsi"/>
        </w:rPr>
        <w:t>. 701b a 702b celkem 62,1 KMPÁR. Prosíme zadavatele o prověření a případnou opravu soupisu prací včetně souvisejících položek.</w:t>
      </w:r>
    </w:p>
    <w:p w14:paraId="78C11224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1E1EC36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03FDD7D7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U položky č. 14 a 15 se jedná o chybu. Správně má být dvouplášťový kabel.</w:t>
      </w:r>
    </w:p>
    <w:p w14:paraId="3C4E1857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Položka č. 14 byla zrušena a nahrazena položkou č. 60 (75A131) v množství 9,01 KMPÁR</w:t>
      </w:r>
    </w:p>
    <w:p w14:paraId="1B089527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Položka č. 15 byla zrušena a nahrazena položkou č. 61 (75A141) v množství 62,1 KMPÁR</w:t>
      </w:r>
    </w:p>
    <w:p w14:paraId="334EC0F3" w14:textId="77777777" w:rsidR="00E501A2" w:rsidRPr="00A71B4D" w:rsidRDefault="00E501A2" w:rsidP="00E501A2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Byla opravena položka č.16 a 18.</w:t>
      </w:r>
    </w:p>
    <w:p w14:paraId="38EE178C" w14:textId="6F4D0490" w:rsidR="000E72A0" w:rsidRPr="00A71B4D" w:rsidRDefault="00E501A2" w:rsidP="00E501A2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01-28-01.</w:t>
      </w:r>
    </w:p>
    <w:p w14:paraId="7033239F" w14:textId="2FBD504E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CBE8559" w14:textId="77777777" w:rsidR="009C71E6" w:rsidRPr="00E501A2" w:rsidRDefault="009C71E6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CE05FB" w14:textId="60C996CE" w:rsidR="000E72A0" w:rsidRPr="00E501A2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E501A2">
        <w:rPr>
          <w:rFonts w:eastAsia="Calibri" w:cs="Times New Roman"/>
          <w:b/>
          <w:lang w:eastAsia="cs-CZ"/>
        </w:rPr>
        <w:t>Dotaz č. 17:</w:t>
      </w:r>
    </w:p>
    <w:p w14:paraId="04C2AC56" w14:textId="3B5A0322" w:rsidR="000E72A0" w:rsidRPr="00E501A2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E501A2">
        <w:rPr>
          <w:rFonts w:cstheme="minorHAnsi"/>
        </w:rPr>
        <w:t xml:space="preserve">V </w:t>
      </w:r>
      <w:r w:rsidRPr="00E501A2">
        <w:rPr>
          <w:rFonts w:cstheme="minorHAnsi"/>
          <w:b/>
        </w:rPr>
        <w:t>PS 01-28-01 „</w:t>
      </w:r>
      <w:proofErr w:type="spellStart"/>
      <w:r w:rsidRPr="00E501A2">
        <w:rPr>
          <w:rFonts w:cstheme="minorHAnsi"/>
          <w:b/>
        </w:rPr>
        <w:t>Žst</w:t>
      </w:r>
      <w:proofErr w:type="spellEnd"/>
      <w:r w:rsidRPr="00E501A2">
        <w:rPr>
          <w:rFonts w:cstheme="minorHAnsi"/>
          <w:b/>
        </w:rPr>
        <w:t xml:space="preserve">. Studénka, úprava SZZ“ </w:t>
      </w:r>
      <w:r w:rsidRPr="00E501A2">
        <w:rPr>
          <w:rFonts w:cstheme="minorHAnsi"/>
        </w:rPr>
        <w:t>pro nově dodávané a montované kabely postrádáme položky „KABELOVÁ FORMA (UKONČENÍ KABELŮ) PRO KABELY ZABEZPEČOVACÍ DO 12 PÁRŮ“ v množství 13 ks a „KABELOVÁ FORMA (UKONČENÍ KABELŮ) PRO KABELY ZABEZPEČOVACÍ PŘES 12 PÁRŮ“ v množství 3 ks. Prosíme zadavatele o prověření a případné doplnění do soupisu prací.</w:t>
      </w:r>
    </w:p>
    <w:p w14:paraId="60C83729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BF91CF2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7C15AAD3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Byla doplněna položka č. 62 (75A311) v množství 13 KUS a položka č. 63 (75A312) v množství 3 KUS.</w:t>
      </w:r>
    </w:p>
    <w:p w14:paraId="639D262A" w14:textId="66474D4C" w:rsidR="000E72A0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01-28-01.</w:t>
      </w:r>
    </w:p>
    <w:p w14:paraId="79343B92" w14:textId="040E65FA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76AD59A" w14:textId="7777777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560A7D9" w14:textId="36207CB5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>Dotaz č. 18:</w:t>
      </w:r>
    </w:p>
    <w:p w14:paraId="3D362F05" w14:textId="77777777" w:rsidR="000E72A0" w:rsidRPr="00A71B4D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A71B4D">
        <w:rPr>
          <w:rFonts w:cstheme="minorHAnsi"/>
        </w:rPr>
        <w:t xml:space="preserve">V </w:t>
      </w:r>
      <w:r w:rsidRPr="00A71B4D">
        <w:rPr>
          <w:rFonts w:cstheme="minorHAnsi"/>
          <w:b/>
        </w:rPr>
        <w:t>PS 01-28-01 „</w:t>
      </w:r>
      <w:proofErr w:type="spellStart"/>
      <w:r w:rsidRPr="00A71B4D">
        <w:rPr>
          <w:rFonts w:cstheme="minorHAnsi"/>
          <w:b/>
        </w:rPr>
        <w:t>Žst</w:t>
      </w:r>
      <w:proofErr w:type="spellEnd"/>
      <w:r w:rsidRPr="00A71B4D">
        <w:rPr>
          <w:rFonts w:cstheme="minorHAnsi"/>
          <w:b/>
        </w:rPr>
        <w:t>. Studénka, úprava SZZ“</w:t>
      </w:r>
      <w:r w:rsidRPr="00A71B4D">
        <w:rPr>
          <w:rFonts w:cstheme="minorHAnsi"/>
        </w:rPr>
        <w:t xml:space="preserve"> jsou pol. č. 14 „KABEL NN ČTYŘ- A PĚTIŽÍLOVÝ AL S PLASTOVOU IZOLACÍ OD 25 DO 50 MM2“ dodávány NN kabely v množství 295 m. Pro tyto kabely postrádáme v soupisu prací položku „UKONČENÍ DVOU AŽ PĚTIŽÍLOVÉHO KABELU KABELOVOU SPOJKOU OD 25 DO 50 MM2“ v množství 4 ks. Prosíme zadavatele o prověření a případné doplnění položky do soupisu prací.</w:t>
      </w:r>
    </w:p>
    <w:p w14:paraId="181431FC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9CE57A7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561591DB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Byla doplněna položka č. 64 (742L23) v množství 4 KUS.</w:t>
      </w:r>
    </w:p>
    <w:p w14:paraId="5FCDCDE5" w14:textId="14897147" w:rsidR="000E72A0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01-28-01.</w:t>
      </w:r>
    </w:p>
    <w:p w14:paraId="756554D7" w14:textId="18914E1D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96E67DC" w14:textId="7777777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E9A152C" w14:textId="642886DC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>Dotaz č. 19:</w:t>
      </w:r>
    </w:p>
    <w:p w14:paraId="5B5DFE7E" w14:textId="3FF91432" w:rsidR="000E72A0" w:rsidRPr="00A71B4D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A71B4D">
        <w:rPr>
          <w:rFonts w:cstheme="minorHAnsi"/>
        </w:rPr>
        <w:t xml:space="preserve">V </w:t>
      </w:r>
      <w:r w:rsidRPr="00A71B4D">
        <w:rPr>
          <w:rFonts w:cstheme="minorHAnsi"/>
          <w:b/>
        </w:rPr>
        <w:t>PS 01-28-01 „</w:t>
      </w:r>
      <w:proofErr w:type="spellStart"/>
      <w:r w:rsidRPr="00A71B4D">
        <w:rPr>
          <w:rFonts w:cstheme="minorHAnsi"/>
          <w:b/>
        </w:rPr>
        <w:t>Žst</w:t>
      </w:r>
      <w:proofErr w:type="spellEnd"/>
      <w:r w:rsidRPr="00A71B4D">
        <w:rPr>
          <w:rFonts w:cstheme="minorHAnsi"/>
          <w:b/>
        </w:rPr>
        <w:t xml:space="preserve">. Studénka, úprava SZZ“ </w:t>
      </w:r>
      <w:r w:rsidRPr="00A71B4D">
        <w:rPr>
          <w:rFonts w:cstheme="minorHAnsi"/>
        </w:rPr>
        <w:t>je ve schématu izolace při SP2 zakreslen u výhybky č. 4  provizorní stykový transformátor. Chápeme správně, že je tento stykový transformátor použit ze zásob zadavatele a tímto PS se nový stykový transformátor nedodává?</w:t>
      </w:r>
    </w:p>
    <w:p w14:paraId="182AFFA5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49E1B6F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7084EEDF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Množství u položky č. 30 a 31 bylo upraveno na 7 KUS.</w:t>
      </w:r>
    </w:p>
    <w:p w14:paraId="36CCC498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 xml:space="preserve">Tento PS stykový transformátor skutečně nedodává, předpokládá se použití stávajícího transformátoru, který je dnes v kolejišti. Ten bude navrácený zpět do původní polohy na konci stavebního postupu, kdy je navrácena </w:t>
      </w:r>
      <w:proofErr w:type="spellStart"/>
      <w:r w:rsidRPr="00A71B4D">
        <w:rPr>
          <w:rFonts w:eastAsia="Calibri" w:cs="Times New Roman"/>
          <w:bCs/>
          <w:lang w:eastAsia="cs-CZ"/>
        </w:rPr>
        <w:t>výh</w:t>
      </w:r>
      <w:proofErr w:type="spellEnd"/>
      <w:r w:rsidRPr="00A71B4D">
        <w:rPr>
          <w:rFonts w:eastAsia="Calibri" w:cs="Times New Roman"/>
          <w:bCs/>
          <w:lang w:eastAsia="cs-CZ"/>
        </w:rPr>
        <w:t>. č. 4.</w:t>
      </w:r>
    </w:p>
    <w:p w14:paraId="5601D01F" w14:textId="689EBE21" w:rsidR="000E72A0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01-28-01.</w:t>
      </w:r>
    </w:p>
    <w:p w14:paraId="1B1A3380" w14:textId="3B9314AD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BC326ED" w14:textId="49CA3E8B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ECE44BE" w14:textId="7A301C9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2C5B888" w14:textId="77777777" w:rsidR="009C71E6" w:rsidRPr="00E501A2" w:rsidRDefault="009C71E6" w:rsidP="00015B4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5367A7" w14:textId="5A6B4EAF" w:rsidR="000E72A0" w:rsidRPr="00E501A2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E501A2">
        <w:rPr>
          <w:rFonts w:eastAsia="Calibri" w:cs="Times New Roman"/>
          <w:b/>
          <w:lang w:eastAsia="cs-CZ"/>
        </w:rPr>
        <w:lastRenderedPageBreak/>
        <w:t>Dotaz č. 20:</w:t>
      </w:r>
    </w:p>
    <w:p w14:paraId="7FE14F06" w14:textId="77777777" w:rsidR="000E72A0" w:rsidRPr="00E501A2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E501A2">
        <w:rPr>
          <w:rFonts w:cstheme="minorHAnsi"/>
        </w:rPr>
        <w:t xml:space="preserve">V </w:t>
      </w:r>
      <w:r w:rsidRPr="00E501A2">
        <w:rPr>
          <w:rFonts w:cstheme="minorHAnsi"/>
          <w:b/>
        </w:rPr>
        <w:t xml:space="preserve">PS 02-28-01 „PZS P6770 v ev. km 0,438“ </w:t>
      </w:r>
      <w:r w:rsidRPr="00E501A2">
        <w:rPr>
          <w:rFonts w:cstheme="minorHAnsi"/>
        </w:rPr>
        <w:t>jsme pro pol. č. 12 „KABEL NN ČTYŘ- A PĚTIŽÍLOVÝ CU S PLASTOVOU IZOLACÍ OD 4 DO 16 MM2“ – 330 m a pro pol. č. 14 „KABEL METALICKÝ JEDNOPLÁŠŤOVÝ PŘES 12 PÁRŮ – DODÁVKA“ – 7,92 KMPÁR nenalezli odpovídající kabely v tabulce kabelů a schéma kabelů. Prosíme zadavatele o sesouhlasení dokumentace.</w:t>
      </w:r>
    </w:p>
    <w:p w14:paraId="6EBC5DF0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B6CAC15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257AA80F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Kabel v pol. č. 12 vede z KS7 do RD „P“. (v. č. 0701, list 1015).</w:t>
      </w:r>
    </w:p>
    <w:p w14:paraId="6D8DFEE5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U položky č. 14 se jedná o chybu. Správně má být dvouplášťový kabel. Položka byla nahrazena pol. č. 77 (75A141) v množství 7,92 KMPÁR. Kabel v pol. č. 14 (nově pol. č. 77) vede z KS7 do RD „P“. (v. č. 0701, list 1015).</w:t>
      </w:r>
    </w:p>
    <w:p w14:paraId="7B7880E9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V souvislosti s připomínkou, u položky č. 13 se jedná o chybu. Správně má být dvouplášťový kabel. Položka byla nahrazena pol. č. 78</w:t>
      </w:r>
    </w:p>
    <w:p w14:paraId="58F6763C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 xml:space="preserve"> (75A131) v množství 6,045 KMPÁR.</w:t>
      </w:r>
    </w:p>
    <w:p w14:paraId="0222C4ED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 xml:space="preserve">Byl upraven soupis prací PS 02-28-01. </w:t>
      </w:r>
    </w:p>
    <w:p w14:paraId="5FEB6375" w14:textId="0AE96582" w:rsidR="000E72A0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Byla upravena příloha PS 02-28-01_0702.pdf</w:t>
      </w:r>
    </w:p>
    <w:p w14:paraId="0A3E369B" w14:textId="1644EDA2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D5D2A7A" w14:textId="7777777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EBFA827" w14:textId="2BF3ABB0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>Dotaz č. 21:</w:t>
      </w:r>
    </w:p>
    <w:p w14:paraId="30356E63" w14:textId="77777777" w:rsidR="000E72A0" w:rsidRPr="00A71B4D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E501A2">
        <w:rPr>
          <w:rFonts w:cstheme="minorHAnsi"/>
        </w:rPr>
        <w:t xml:space="preserve">V </w:t>
      </w:r>
      <w:r w:rsidRPr="00E501A2">
        <w:rPr>
          <w:rFonts w:cstheme="minorHAnsi"/>
          <w:b/>
        </w:rPr>
        <w:t xml:space="preserve">PS 02-28-01 „PZS P6770 v ev. km 0,438“ </w:t>
      </w:r>
      <w:r w:rsidRPr="00E501A2">
        <w:rPr>
          <w:rFonts w:cstheme="minorHAnsi"/>
        </w:rPr>
        <w:t xml:space="preserve">jsou pol. č. 11 „KABEL NN DVOU- A TŘÍŽÍLOVÝ CU S PLASTOVOU IZOLACÍ OD 4 DO 16 MM2“ dodávány NN kabely v množství 210 m. Pro tyto kabely postrádáme v soupisu prací položku „UKONČENÍ DVOU AŽ PĚTIŽÍLOVÉHO KABELU V </w:t>
      </w:r>
      <w:r w:rsidRPr="00A71B4D">
        <w:rPr>
          <w:rFonts w:cstheme="minorHAnsi"/>
        </w:rPr>
        <w:t>ROZVADĚČI NEBO NA PŘÍSTROJI OD 4 DO 16 MM2“ v množství 8 ks. Prosíme zadavatele o prověření a případné doplnění položky do soupisu prací.</w:t>
      </w:r>
    </w:p>
    <w:p w14:paraId="59A2C372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430E01A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1CEBFC35" w14:textId="77777777" w:rsidR="00CE46A9" w:rsidRPr="00A71B4D" w:rsidRDefault="00CE46A9" w:rsidP="00CE46A9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Byla doplněna položka č. 79 (742L23) v množství 8 KUS.</w:t>
      </w:r>
    </w:p>
    <w:p w14:paraId="120AADF1" w14:textId="243746E9" w:rsidR="000E72A0" w:rsidRPr="00A71B4D" w:rsidRDefault="00CE46A9" w:rsidP="00CE46A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b/>
          <w:bCs/>
          <w:lang w:eastAsia="cs-CZ"/>
        </w:rPr>
        <w:t>Byl upraven soupis prací PS 02-28-01.</w:t>
      </w:r>
    </w:p>
    <w:p w14:paraId="7B6EF8F8" w14:textId="2A33873A" w:rsidR="000E72A0" w:rsidRPr="00A71B4D" w:rsidRDefault="000E72A0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5D78E1F" w14:textId="77777777" w:rsidR="009C71E6" w:rsidRPr="00A71B4D" w:rsidRDefault="009C71E6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7058A1B" w14:textId="171FBBD0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>Dotaz č. 22:</w:t>
      </w:r>
    </w:p>
    <w:p w14:paraId="6B1EF262" w14:textId="77777777" w:rsidR="000E72A0" w:rsidRPr="00A71B4D" w:rsidRDefault="000E72A0" w:rsidP="000E72A0">
      <w:pPr>
        <w:pStyle w:val="Odstavecseseznamem"/>
        <w:spacing w:after="0" w:line="240" w:lineRule="auto"/>
        <w:ind w:left="0"/>
        <w:rPr>
          <w:rFonts w:cstheme="minorHAnsi"/>
        </w:rPr>
      </w:pPr>
      <w:r w:rsidRPr="00A71B4D">
        <w:rPr>
          <w:rFonts w:cstheme="minorHAnsi"/>
        </w:rPr>
        <w:t xml:space="preserve">V </w:t>
      </w:r>
      <w:r w:rsidRPr="00A71B4D">
        <w:rPr>
          <w:rFonts w:cstheme="minorHAnsi"/>
          <w:b/>
        </w:rPr>
        <w:t xml:space="preserve">PS 02-28-01 „PZS P6770 v ev. km 0,438“ </w:t>
      </w:r>
      <w:r w:rsidRPr="00A71B4D">
        <w:rPr>
          <w:rFonts w:cstheme="minorHAnsi"/>
        </w:rPr>
        <w:t xml:space="preserve">se dle schématu izolace </w:t>
      </w:r>
      <w:proofErr w:type="spellStart"/>
      <w:r w:rsidRPr="00A71B4D">
        <w:rPr>
          <w:rFonts w:cstheme="minorHAnsi"/>
        </w:rPr>
        <w:t>výkr</w:t>
      </w:r>
      <w:proofErr w:type="spellEnd"/>
      <w:r w:rsidRPr="00A71B4D">
        <w:rPr>
          <w:rFonts w:cstheme="minorHAnsi"/>
        </w:rPr>
        <w:t>. č. 401 dodává a montuje nový stykový transformátor u Se14. V soupisu prací není položka pro dodávku nového stykového transformátoru. Chápeme správně, že se tento stykový transformátor u Se14 pouze demontuje a montuje v nové poloze a nové stykové transformátory se v tomto PS nedodávají?</w:t>
      </w:r>
    </w:p>
    <w:p w14:paraId="6A8FEC99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E748BAA" w14:textId="77777777" w:rsidR="000E72A0" w:rsidRPr="00A71B4D" w:rsidRDefault="000E72A0" w:rsidP="000E72A0">
      <w:pPr>
        <w:spacing w:after="0" w:line="240" w:lineRule="auto"/>
        <w:rPr>
          <w:rFonts w:eastAsia="Calibri" w:cs="Times New Roman"/>
          <w:b/>
          <w:lang w:eastAsia="cs-CZ"/>
        </w:rPr>
      </w:pPr>
      <w:r w:rsidRPr="00A71B4D">
        <w:rPr>
          <w:rFonts w:eastAsia="Calibri" w:cs="Times New Roman"/>
          <w:b/>
          <w:lang w:eastAsia="cs-CZ"/>
        </w:rPr>
        <w:t xml:space="preserve">Odpověď: </w:t>
      </w:r>
    </w:p>
    <w:p w14:paraId="4FA639D5" w14:textId="11E86B9C" w:rsidR="000E72A0" w:rsidRPr="00A71B4D" w:rsidRDefault="00CE46A9" w:rsidP="00015B46">
      <w:pPr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Ano, bude použita stávající výstroj KO.</w:t>
      </w:r>
    </w:p>
    <w:p w14:paraId="1C74F4A6" w14:textId="77777777" w:rsidR="00CE46A9" w:rsidRPr="00A71B4D" w:rsidRDefault="00CE46A9" w:rsidP="00015B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0619640" w14:textId="77777777" w:rsidR="00664163" w:rsidRPr="00A71B4D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10E6485F" w:rsidR="00664163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D731C2E" w14:textId="77777777" w:rsidR="00A71B4D" w:rsidRPr="00BD5319" w:rsidRDefault="00A71B4D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E06AB4B" w:rsidR="00664163" w:rsidRPr="00A71B4D" w:rsidRDefault="00664163" w:rsidP="00A71B4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A71B4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71B4D">
        <w:rPr>
          <w:rFonts w:eastAsia="Times New Roman" w:cs="Times New Roman"/>
          <w:b/>
          <w:lang w:eastAsia="cs-CZ"/>
        </w:rPr>
        <w:t>změny/doplnění zadávací dokumentace</w:t>
      </w:r>
      <w:r w:rsidRPr="00A71B4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A71B4D">
        <w:rPr>
          <w:rFonts w:eastAsia="Times New Roman" w:cs="Times New Roman"/>
          <w:lang w:eastAsia="cs-CZ"/>
        </w:rPr>
        <w:t>ust</w:t>
      </w:r>
      <w:proofErr w:type="spellEnd"/>
      <w:r w:rsidRPr="00A71B4D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71B4D" w:rsidRPr="00A71B4D">
        <w:rPr>
          <w:rFonts w:eastAsia="Times New Roman" w:cs="Times New Roman"/>
          <w:lang w:eastAsia="cs-CZ"/>
        </w:rPr>
        <w:t>23. 10. 2024</w:t>
      </w:r>
      <w:r w:rsidRPr="00A71B4D">
        <w:rPr>
          <w:rFonts w:eastAsia="Times New Roman" w:cs="Times New Roman"/>
          <w:lang w:eastAsia="cs-CZ"/>
        </w:rPr>
        <w:t xml:space="preserve"> na den </w:t>
      </w:r>
      <w:r w:rsidR="00A71B4D" w:rsidRPr="00A71B4D">
        <w:rPr>
          <w:rFonts w:eastAsia="Times New Roman" w:cs="Times New Roman"/>
          <w:b/>
          <w:lang w:eastAsia="cs-CZ"/>
        </w:rPr>
        <w:t>24. 10. 2024</w:t>
      </w:r>
      <w:r w:rsidRPr="00A71B4D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59E5BCFC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9C71E6" w:rsidRPr="00E54402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9C71E6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C71E6">
        <w:rPr>
          <w:rFonts w:eastAsia="Times New Roman" w:cs="Times New Roman"/>
          <w:bCs/>
          <w:lang w:eastAsia="cs-CZ"/>
        </w:rPr>
        <w:t>Oddíl</w:t>
      </w:r>
      <w:r w:rsidRPr="009C71E6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485CE55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9C71E6">
        <w:rPr>
          <w:rFonts w:eastAsia="Times New Roman" w:cs="Times New Roman"/>
          <w:lang w:eastAsia="cs-CZ"/>
        </w:rPr>
        <w:t xml:space="preserve">rušíme datum </w:t>
      </w:r>
      <w:r w:rsidR="009C71E6" w:rsidRPr="009C71E6">
        <w:rPr>
          <w:rFonts w:eastAsia="Times New Roman" w:cs="Times New Roman"/>
          <w:lang w:eastAsia="cs-CZ"/>
        </w:rPr>
        <w:t>23.10.2024</w:t>
      </w:r>
      <w:r w:rsidRPr="009C71E6">
        <w:rPr>
          <w:rFonts w:eastAsia="Times New Roman" w:cs="Times New Roman"/>
          <w:lang w:eastAsia="cs-CZ"/>
        </w:rPr>
        <w:t xml:space="preserve"> a </w:t>
      </w:r>
      <w:r w:rsidRPr="009C71E6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C71E6" w:rsidRPr="009C71E6">
        <w:rPr>
          <w:rFonts w:eastAsia="Times New Roman" w:cs="Times New Roman"/>
          <w:b/>
          <w:bCs/>
          <w:color w:val="000000" w:themeColor="text1"/>
          <w:lang w:eastAsia="cs-CZ"/>
        </w:rPr>
        <w:t>24.10.2024</w:t>
      </w:r>
      <w:r w:rsidRPr="009C71E6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45C6022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C71E6">
        <w:rPr>
          <w:rFonts w:eastAsia="Calibri" w:cs="Times New Roman"/>
          <w:b/>
          <w:bCs/>
          <w:lang w:eastAsia="cs-CZ"/>
        </w:rPr>
        <w:lastRenderedPageBreak/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3F024130" w14:textId="2D3965C5" w:rsidR="009C71E6" w:rsidRPr="00A71B4D" w:rsidRDefault="009C71E6" w:rsidP="0061412C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XDC_Přejezd_P6501_Přerov-Bohumín_20241004_zm02.xml</w:t>
      </w:r>
    </w:p>
    <w:p w14:paraId="0E01FF40" w14:textId="28094B90" w:rsidR="009C71E6" w:rsidRPr="00A71B4D" w:rsidRDefault="009C71E6" w:rsidP="0061412C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XLS_Přejezd_P6501_Přerov-Bohumín_20241004_zm02.xlsx</w:t>
      </w:r>
    </w:p>
    <w:p w14:paraId="19313DA3" w14:textId="77777777" w:rsidR="0061412C" w:rsidRPr="00A71B4D" w:rsidRDefault="0061412C" w:rsidP="0061412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71B4D">
        <w:rPr>
          <w:rFonts w:eastAsia="Calibri" w:cs="Times New Roman"/>
          <w:bCs/>
          <w:lang w:eastAsia="cs-CZ"/>
        </w:rPr>
        <w:t>D211_SO011601_XX_1_001_TZ.pdf</w:t>
      </w:r>
    </w:p>
    <w:p w14:paraId="76E0DBA1" w14:textId="25A3B10F" w:rsidR="0061412C" w:rsidRPr="00A71B4D" w:rsidRDefault="0061412C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71B4D">
        <w:rPr>
          <w:rFonts w:eastAsia="Calibri" w:cs="Times New Roman"/>
          <w:lang w:eastAsia="cs-CZ"/>
        </w:rPr>
        <w:t>PS 02-28-01_0702.pdf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10B2514" w:rsidR="00664163" w:rsidRPr="009C71E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71E6">
        <w:rPr>
          <w:rFonts w:eastAsia="Calibri" w:cs="Times New Roman"/>
          <w:lang w:eastAsia="cs-CZ"/>
        </w:rPr>
        <w:t xml:space="preserve">V Olomouci dne </w:t>
      </w:r>
      <w:r w:rsidR="00387261">
        <w:rPr>
          <w:rFonts w:eastAsia="Calibri" w:cs="Times New Roman"/>
          <w:lang w:eastAsia="cs-CZ"/>
        </w:rPr>
        <w:t>7. 10. 2024</w:t>
      </w:r>
      <w:bookmarkStart w:id="1" w:name="_GoBack"/>
      <w:bookmarkEnd w:id="1"/>
    </w:p>
    <w:p w14:paraId="6F75BA64" w14:textId="77777777" w:rsidR="00664163" w:rsidRPr="009C71E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C71E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C71E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C71E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C71E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C71E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C71E6">
        <w:rPr>
          <w:rFonts w:eastAsia="Times New Roman" w:cs="Times New Roman"/>
          <w:b/>
          <w:bCs/>
          <w:lang w:eastAsia="cs-CZ"/>
        </w:rPr>
        <w:t>Ing. Miroslav Bocák</w:t>
      </w:r>
      <w:r w:rsidRPr="009C71E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C71E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71E6">
        <w:rPr>
          <w:rFonts w:eastAsia="Times New Roman" w:cs="Times New Roman"/>
          <w:lang w:eastAsia="cs-CZ"/>
        </w:rPr>
        <w:t>ředitel organizační jednotky</w:t>
      </w:r>
      <w:r w:rsidRPr="009C71E6">
        <w:rPr>
          <w:rFonts w:eastAsia="Times New Roman" w:cs="Times New Roman"/>
          <w:lang w:eastAsia="cs-CZ"/>
        </w:rPr>
        <w:tab/>
      </w:r>
    </w:p>
    <w:p w14:paraId="5DEDC136" w14:textId="77777777" w:rsidR="00664163" w:rsidRPr="009C71E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71E6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C71E6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DF37" w14:textId="77777777" w:rsidR="006B7D49" w:rsidRDefault="006B7D49" w:rsidP="00962258">
      <w:pPr>
        <w:spacing w:after="0" w:line="240" w:lineRule="auto"/>
      </w:pPr>
      <w:r>
        <w:separator/>
      </w:r>
    </w:p>
  </w:endnote>
  <w:endnote w:type="continuationSeparator" w:id="0">
    <w:p w14:paraId="44B162D1" w14:textId="77777777" w:rsidR="006B7D49" w:rsidRDefault="006B7D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5D56F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1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1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813F92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1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1A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2750" w14:textId="77777777" w:rsidR="006B7D49" w:rsidRDefault="006B7D49" w:rsidP="00962258">
      <w:pPr>
        <w:spacing w:after="0" w:line="240" w:lineRule="auto"/>
      </w:pPr>
      <w:r>
        <w:separator/>
      </w:r>
    </w:p>
  </w:footnote>
  <w:footnote w:type="continuationSeparator" w:id="0">
    <w:p w14:paraId="73698B4B" w14:textId="77777777" w:rsidR="006B7D49" w:rsidRDefault="006B7D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87261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1412C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1E6"/>
    <w:rsid w:val="009C7B39"/>
    <w:rsid w:val="009E07F4"/>
    <w:rsid w:val="009F392E"/>
    <w:rsid w:val="00A44328"/>
    <w:rsid w:val="00A509D7"/>
    <w:rsid w:val="00A6177B"/>
    <w:rsid w:val="00A66136"/>
    <w:rsid w:val="00A71B4D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46A9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501A2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9BE6D8-423A-453B-A082-0889435E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87</TotalTime>
  <Pages>4</Pages>
  <Words>1152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19</cp:revision>
  <cp:lastPrinted>2024-09-30T12:07:00Z</cp:lastPrinted>
  <dcterms:created xsi:type="dcterms:W3CDTF">2024-07-11T06:52:00Z</dcterms:created>
  <dcterms:modified xsi:type="dcterms:W3CDTF">2024-10-07T07:23:00Z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